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7CA0EE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39A6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477F660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439A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439A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5964F" w14:textId="77777777" w:rsidR="003476DE" w:rsidRDefault="003476DE" w:rsidP="00C16ABF">
      <w:pPr>
        <w:spacing w:after="0" w:line="240" w:lineRule="auto"/>
      </w:pPr>
      <w:r>
        <w:separator/>
      </w:r>
    </w:p>
  </w:endnote>
  <w:endnote w:type="continuationSeparator" w:id="0">
    <w:p w14:paraId="02F82783" w14:textId="77777777" w:rsidR="003476DE" w:rsidRDefault="003476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0E40" w14:textId="77777777" w:rsidR="003476DE" w:rsidRDefault="003476DE" w:rsidP="00C16ABF">
      <w:pPr>
        <w:spacing w:after="0" w:line="240" w:lineRule="auto"/>
      </w:pPr>
      <w:r>
        <w:separator/>
      </w:r>
    </w:p>
  </w:footnote>
  <w:footnote w:type="continuationSeparator" w:id="0">
    <w:p w14:paraId="7057CF8B" w14:textId="77777777" w:rsidR="003476DE" w:rsidRDefault="003476D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6DE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9A6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AA3E86-9500-4266-A7DC-21AF6CC8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759</Words>
  <Characters>4556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17</cp:revision>
  <cp:lastPrinted>2019-02-06T12:12:00Z</cp:lastPrinted>
  <dcterms:created xsi:type="dcterms:W3CDTF">2020-12-15T14:00:00Z</dcterms:created>
  <dcterms:modified xsi:type="dcterms:W3CDTF">2021-11-05T11:38:00Z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